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E47" w:rsidRDefault="00E32E47" w:rsidP="005250BA">
      <w:pPr>
        <w:spacing w:line="228" w:lineRule="auto"/>
        <w:jc w:val="center"/>
        <w:rPr>
          <w:b/>
          <w:bCs/>
          <w:color w:val="1F497D"/>
          <w:sz w:val="37"/>
          <w:szCs w:val="37"/>
          <w:shd w:val="clear" w:color="auto" w:fill="FFFFFF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i1025" type="#_x0000_t75" alt="FNS_logo_" style="width:88.5pt;height:93pt;visibility:visible">
            <v:imagedata r:id="rId4" o:title=""/>
          </v:shape>
        </w:pict>
      </w:r>
    </w:p>
    <w:p w:rsidR="00E32E47" w:rsidRPr="00FF4F4A" w:rsidRDefault="00E32E47" w:rsidP="005250BA">
      <w:pPr>
        <w:spacing w:line="228" w:lineRule="auto"/>
        <w:jc w:val="center"/>
        <w:rPr>
          <w:rStyle w:val="apple-converted-space"/>
          <w:color w:val="1F497D"/>
          <w:sz w:val="36"/>
          <w:szCs w:val="36"/>
        </w:rPr>
      </w:pPr>
      <w:r w:rsidRPr="00FF4F4A">
        <w:rPr>
          <w:b/>
          <w:bCs/>
          <w:color w:val="1F497D"/>
          <w:sz w:val="36"/>
          <w:szCs w:val="36"/>
          <w:shd w:val="clear" w:color="auto" w:fill="FFFFFF"/>
        </w:rPr>
        <w:t>Управление Федеральной налоговой службы</w:t>
      </w:r>
    </w:p>
    <w:p w:rsidR="00E32E47" w:rsidRPr="009B7F63" w:rsidRDefault="00E32E47" w:rsidP="005250BA">
      <w:pPr>
        <w:spacing w:line="228" w:lineRule="auto"/>
        <w:jc w:val="center"/>
        <w:rPr>
          <w:rStyle w:val="apple-converted-space"/>
          <w:b/>
          <w:bCs/>
          <w:color w:val="1F497D"/>
          <w:sz w:val="36"/>
          <w:szCs w:val="36"/>
          <w:shd w:val="clear" w:color="auto" w:fill="FFFFFF"/>
        </w:rPr>
      </w:pPr>
      <w:r>
        <w:rPr>
          <w:rStyle w:val="apple-converted-space"/>
          <w:b/>
          <w:bCs/>
          <w:color w:val="1F497D"/>
          <w:sz w:val="36"/>
          <w:szCs w:val="36"/>
          <w:shd w:val="clear" w:color="auto" w:fill="FFFFFF"/>
        </w:rPr>
        <w:t>по Республике</w:t>
      </w:r>
      <w:r w:rsidRPr="00FF4F4A">
        <w:rPr>
          <w:rStyle w:val="apple-converted-space"/>
          <w:b/>
          <w:bCs/>
          <w:color w:val="1F497D"/>
          <w:sz w:val="36"/>
          <w:szCs w:val="36"/>
          <w:shd w:val="clear" w:color="auto" w:fill="FFFFFF"/>
        </w:rPr>
        <w:t xml:space="preserve"> Коми</w:t>
      </w:r>
    </w:p>
    <w:p w:rsidR="00E32E47" w:rsidRPr="00FF4F4A" w:rsidRDefault="00E32E47" w:rsidP="005250BA">
      <w:pPr>
        <w:spacing w:line="228" w:lineRule="auto"/>
        <w:jc w:val="center"/>
        <w:rPr>
          <w:b/>
          <w:bCs/>
          <w:color w:val="1F497D"/>
          <w:sz w:val="32"/>
          <w:szCs w:val="32"/>
          <w:shd w:val="clear" w:color="auto" w:fill="FFFFFF"/>
        </w:rPr>
      </w:pPr>
      <w:r w:rsidRPr="00FF4F4A">
        <w:rPr>
          <w:rStyle w:val="apple-converted-space"/>
          <w:b/>
          <w:bCs/>
          <w:color w:val="1F497D"/>
          <w:sz w:val="32"/>
          <w:szCs w:val="32"/>
          <w:shd w:val="clear" w:color="auto" w:fill="FFFFFF"/>
        </w:rPr>
        <w:t xml:space="preserve">ПРЕСС-РЕЛИЗ </w:t>
      </w:r>
    </w:p>
    <w:p w:rsidR="00E32E47" w:rsidRPr="007C2255" w:rsidRDefault="00E32E47" w:rsidP="005250BA">
      <w:pPr>
        <w:rPr>
          <w:sz w:val="12"/>
          <w:szCs w:val="12"/>
        </w:rPr>
      </w:pPr>
      <w:r w:rsidRPr="00EB551C">
        <w:rPr>
          <w:rFonts w:ascii="Arial" w:hAnsi="Arial" w:cs="Arial"/>
          <w:b/>
          <w:bCs/>
          <w:i/>
          <w:iCs/>
          <w:color w:val="1F497D"/>
          <w:sz w:val="24"/>
          <w:szCs w:val="24"/>
        </w:rPr>
        <w:t>Сыктывкар</w:t>
      </w:r>
      <w:r>
        <w:rPr>
          <w:rFonts w:ascii="Arial" w:hAnsi="Arial" w:cs="Arial"/>
          <w:b/>
          <w:bCs/>
          <w:i/>
          <w:iCs/>
          <w:color w:val="1F497D"/>
          <w:sz w:val="24"/>
          <w:szCs w:val="24"/>
        </w:rPr>
        <w:t xml:space="preserve">                 </w:t>
      </w:r>
      <w:r w:rsidRPr="00EB551C">
        <w:rPr>
          <w:rFonts w:ascii="Arial" w:hAnsi="Arial" w:cs="Arial"/>
          <w:b/>
          <w:bCs/>
          <w:i/>
          <w:iCs/>
          <w:color w:val="1F497D"/>
          <w:sz w:val="24"/>
          <w:szCs w:val="24"/>
        </w:rPr>
        <w:tab/>
      </w:r>
      <w:r w:rsidRPr="00EB551C">
        <w:rPr>
          <w:rFonts w:ascii="Arial" w:hAnsi="Arial" w:cs="Arial"/>
          <w:b/>
          <w:bCs/>
          <w:i/>
          <w:iCs/>
          <w:color w:val="1F497D"/>
          <w:sz w:val="24"/>
          <w:szCs w:val="24"/>
        </w:rPr>
        <w:tab/>
        <w:t xml:space="preserve">          </w:t>
      </w:r>
      <w:r>
        <w:rPr>
          <w:rFonts w:ascii="Arial" w:hAnsi="Arial" w:cs="Arial"/>
          <w:b/>
          <w:bCs/>
          <w:i/>
          <w:iCs/>
          <w:color w:val="1F497D"/>
          <w:sz w:val="24"/>
          <w:szCs w:val="24"/>
        </w:rPr>
        <w:t xml:space="preserve">                                  28 января 2019 года</w:t>
      </w:r>
    </w:p>
    <w:p w:rsidR="00E32E47" w:rsidRPr="00B92FCC" w:rsidRDefault="00E32E47" w:rsidP="00B92FC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2FCC">
        <w:rPr>
          <w:rFonts w:ascii="Times New Roman" w:hAnsi="Times New Roman" w:cs="Times New Roman"/>
          <w:b/>
          <w:bCs/>
          <w:sz w:val="28"/>
          <w:szCs w:val="28"/>
        </w:rPr>
        <w:t xml:space="preserve">Лица предпенсионного возраста могут </w:t>
      </w:r>
      <w:r>
        <w:rPr>
          <w:rFonts w:ascii="Times New Roman" w:hAnsi="Times New Roman" w:cs="Times New Roman"/>
          <w:b/>
          <w:bCs/>
          <w:sz w:val="28"/>
          <w:szCs w:val="28"/>
        </w:rPr>
        <w:t>не платить налог</w:t>
      </w:r>
      <w:r w:rsidRPr="00B92FCC">
        <w:rPr>
          <w:rFonts w:ascii="Times New Roman" w:hAnsi="Times New Roman" w:cs="Times New Roman"/>
          <w:b/>
          <w:bCs/>
          <w:sz w:val="28"/>
          <w:szCs w:val="28"/>
        </w:rPr>
        <w:t xml:space="preserve"> на имущество и землю.</w:t>
      </w:r>
    </w:p>
    <w:p w:rsidR="00E32E47" w:rsidRPr="00964CB9" w:rsidRDefault="00E32E47" w:rsidP="00B22D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CB9">
        <w:rPr>
          <w:rFonts w:ascii="Times New Roman" w:hAnsi="Times New Roman" w:cs="Times New Roman"/>
          <w:sz w:val="26"/>
          <w:szCs w:val="26"/>
        </w:rPr>
        <w:t>С 2019 года они, так же как и пенсионеры, будут пользоваться льготами по налогу на имущество и вычетом по земельному налогу. Льгота освобождает от налога на один дом, одну квартиру или комнату и один гараж. Вычет уменьшает площадь одного земельного участка, на который начисляют налог, на 6 соток. То есть, если предпенсионер имеет жилой дом, квартиру, гараж и земельный участок 6 соток, то с 2019 года он полностью освобождается от налогов.</w:t>
      </w:r>
    </w:p>
    <w:p w:rsidR="00E32E47" w:rsidRPr="00964CB9" w:rsidRDefault="00E32E47" w:rsidP="00B22D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CB9">
        <w:rPr>
          <w:rFonts w:ascii="Times New Roman" w:hAnsi="Times New Roman" w:cs="Times New Roman"/>
          <w:sz w:val="26"/>
          <w:szCs w:val="26"/>
        </w:rPr>
        <w:t>Если же предпенсионер владеет несколькими объектами одного вида, то льгота автоматически применится на тот объект, сумма налога по которому выше. На оставшиеся объекты этого же вида налог будет насчитан в обычном порядке.</w:t>
      </w:r>
    </w:p>
    <w:p w:rsidR="00E32E47" w:rsidRPr="00964CB9" w:rsidRDefault="00E32E47" w:rsidP="00B22D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CB9">
        <w:rPr>
          <w:rFonts w:ascii="Times New Roman" w:hAnsi="Times New Roman" w:cs="Times New Roman"/>
          <w:sz w:val="26"/>
          <w:szCs w:val="26"/>
        </w:rPr>
        <w:t xml:space="preserve">Данные изменения введены в законодательство в связи с запланированным поэтапным повышением пенсионного возраста. Начиная с 2019 года гражданин, соответствующиий условиям выхода на пенсию, которые действовали </w:t>
      </w:r>
      <w:r w:rsidRPr="00964CB9">
        <w:rPr>
          <w:rFonts w:ascii="Times New Roman" w:hAnsi="Times New Roman" w:cs="Times New Roman"/>
          <w:color w:val="000000"/>
          <w:sz w:val="26"/>
          <w:szCs w:val="26"/>
        </w:rPr>
        <w:t>31 декабря 2018 года, может получить указанные налоговые послабления и еще до наступления пенсии начать пользоваться льготами наравне с пенсионерами. Льгота будет учтена при расчете налога за 2019 год, то есть в 2020 году.</w:t>
      </w:r>
    </w:p>
    <w:p w:rsidR="00E32E47" w:rsidRPr="00964CB9" w:rsidRDefault="00E32E47" w:rsidP="00B22DA9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964CB9">
        <w:rPr>
          <w:sz w:val="26"/>
          <w:szCs w:val="26"/>
        </w:rPr>
        <w:t>Чтобы оформить льготу, необходимо подать заявление в налоговый орган. Для этого не обязательно лично приходить в инспекцию.</w:t>
      </w:r>
      <w:r w:rsidRPr="00964CB9">
        <w:rPr>
          <w:color w:val="000000"/>
          <w:sz w:val="26"/>
          <w:szCs w:val="26"/>
        </w:rPr>
        <w:t xml:space="preserve"> Удобнее всего направить заявление через «Личный кабинет налогоплательщика физлица», зайти в который можно с подтвержденными логином и паролем от портала Госуслуг. Если предпенсионер не является активным пользователем интернета, то заявление на льготу он может заполнить лично в ближайшей инспекции или МФЦ. </w:t>
      </w:r>
    </w:p>
    <w:p w:rsidR="00E32E47" w:rsidRDefault="00E32E47" w:rsidP="001430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CB9">
        <w:rPr>
          <w:rFonts w:ascii="Times New Roman" w:hAnsi="Times New Roman" w:cs="Times New Roman"/>
          <w:color w:val="000000"/>
          <w:sz w:val="26"/>
          <w:szCs w:val="26"/>
        </w:rPr>
        <w:t>Узнать, имеет ли гражданин льготу,</w:t>
      </w:r>
      <w:bookmarkStart w:id="0" w:name="_GoBack"/>
      <w:bookmarkEnd w:id="0"/>
      <w:r w:rsidRPr="00964CB9">
        <w:rPr>
          <w:rFonts w:ascii="Times New Roman" w:hAnsi="Times New Roman" w:cs="Times New Roman"/>
          <w:color w:val="000000"/>
          <w:sz w:val="26"/>
          <w:szCs w:val="26"/>
        </w:rPr>
        <w:t xml:space="preserve"> можно на </w:t>
      </w:r>
      <w:hyperlink r:id="rId5" w:tgtFrame="_blank" w:history="1">
        <w:r w:rsidRPr="00964CB9">
          <w:rPr>
            <w:rStyle w:val="Hyperlink"/>
            <w:rFonts w:ascii="Times New Roman" w:hAnsi="Times New Roman" w:cs="Times New Roman"/>
            <w:color w:val="0066B3"/>
            <w:sz w:val="26"/>
            <w:szCs w:val="26"/>
          </w:rPr>
          <w:t>сайте</w:t>
        </w:r>
      </w:hyperlink>
      <w:r w:rsidRPr="00964CB9">
        <w:rPr>
          <w:rFonts w:ascii="Times New Roman" w:hAnsi="Times New Roman" w:cs="Times New Roman"/>
          <w:sz w:val="26"/>
          <w:szCs w:val="26"/>
        </w:rPr>
        <w:t xml:space="preserve"> налоговой службы. Телефон контакт-центра: 8-800-222-2222. Звонок бесплатный.</w:t>
      </w:r>
    </w:p>
    <w:p w:rsidR="00E32E47" w:rsidRDefault="00E32E47" w:rsidP="001430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32E47" w:rsidRPr="00964CB9" w:rsidRDefault="00E32E47" w:rsidP="001430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32E47" w:rsidRDefault="00E32E47" w:rsidP="00964CB9">
      <w:pPr>
        <w:spacing w:after="0" w:line="240" w:lineRule="auto"/>
        <w:ind w:firstLine="709"/>
        <w:jc w:val="right"/>
        <w:rPr>
          <w:i/>
          <w:iCs/>
          <w:color w:val="1F497D"/>
        </w:rPr>
      </w:pPr>
      <w:r>
        <w:rPr>
          <w:i/>
          <w:iCs/>
          <w:color w:val="1F497D"/>
        </w:rPr>
        <w:t>Пресс-секретарь</w:t>
      </w:r>
    </w:p>
    <w:p w:rsidR="00E32E47" w:rsidRDefault="00E32E47" w:rsidP="00964CB9">
      <w:pPr>
        <w:spacing w:after="0" w:line="240" w:lineRule="auto"/>
        <w:ind w:firstLine="709"/>
        <w:jc w:val="right"/>
        <w:rPr>
          <w:color w:val="1F497D"/>
        </w:rPr>
      </w:pPr>
      <w:r>
        <w:rPr>
          <w:color w:val="1F497D"/>
        </w:rPr>
        <w:t>Анна</w:t>
      </w:r>
      <w:r w:rsidRPr="002D6FB7">
        <w:rPr>
          <w:color w:val="1F497D"/>
        </w:rPr>
        <w:t xml:space="preserve"> </w:t>
      </w:r>
      <w:r>
        <w:rPr>
          <w:color w:val="1F497D"/>
        </w:rPr>
        <w:t xml:space="preserve">Ундерберг </w:t>
      </w:r>
    </w:p>
    <w:p w:rsidR="00E32E47" w:rsidRDefault="00E32E47" w:rsidP="00964CB9">
      <w:pPr>
        <w:spacing w:after="0" w:line="240" w:lineRule="auto"/>
        <w:ind w:firstLine="709"/>
        <w:jc w:val="right"/>
        <w:rPr>
          <w:color w:val="1F497D"/>
        </w:rPr>
      </w:pPr>
      <w:r>
        <w:rPr>
          <w:color w:val="1F497D"/>
        </w:rPr>
        <w:t>Тел. 8 (904) 230 26-08</w:t>
      </w:r>
    </w:p>
    <w:p w:rsidR="00E32E47" w:rsidRDefault="00E32E47" w:rsidP="00964CB9">
      <w:pPr>
        <w:pBdr>
          <w:bottom w:val="single" w:sz="6" w:space="1" w:color="auto"/>
        </w:pBdr>
        <w:spacing w:after="0" w:line="240" w:lineRule="auto"/>
        <w:ind w:firstLine="709"/>
        <w:jc w:val="right"/>
        <w:rPr>
          <w:color w:val="1F497D"/>
        </w:rPr>
      </w:pPr>
      <w:r>
        <w:rPr>
          <w:color w:val="1F497D"/>
        </w:rPr>
        <w:t xml:space="preserve"> ВК: </w:t>
      </w:r>
      <w:hyperlink r:id="rId6" w:history="1">
        <w:r>
          <w:rPr>
            <w:rStyle w:val="Hyperlink"/>
          </w:rPr>
          <w:t>https://vk.com/id413351694</w:t>
        </w:r>
      </w:hyperlink>
    </w:p>
    <w:p w:rsidR="00E32E47" w:rsidRDefault="00E32E47" w:rsidP="00964CB9">
      <w:pPr>
        <w:spacing w:after="0" w:line="240" w:lineRule="auto"/>
        <w:ind w:firstLine="709"/>
        <w:jc w:val="right"/>
        <w:rPr>
          <w:color w:val="1F497D"/>
        </w:rPr>
      </w:pPr>
    </w:p>
    <w:p w:rsidR="00E32E47" w:rsidRDefault="00E32E47" w:rsidP="00964CB9">
      <w:pPr>
        <w:spacing w:after="0" w:line="240" w:lineRule="auto"/>
        <w:jc w:val="center"/>
        <w:rPr>
          <w:color w:val="1F497D"/>
        </w:rPr>
      </w:pPr>
      <w:r>
        <w:rPr>
          <w:color w:val="1F497D"/>
        </w:rPr>
        <w:t xml:space="preserve">Новости УФНС на САЙТЕ: </w:t>
      </w:r>
      <w:r>
        <w:rPr>
          <w:color w:val="1F497D"/>
          <w:u w:val="single"/>
          <w:lang w:val="en-US"/>
        </w:rPr>
        <w:t>www</w:t>
      </w:r>
      <w:r>
        <w:rPr>
          <w:color w:val="1F497D"/>
          <w:u w:val="single"/>
        </w:rPr>
        <w:t xml:space="preserve">. </w:t>
      </w:r>
      <w:r>
        <w:rPr>
          <w:color w:val="1F497D"/>
          <w:u w:val="single"/>
          <w:lang w:val="en-US"/>
        </w:rPr>
        <w:t>nalog</w:t>
      </w:r>
      <w:r>
        <w:rPr>
          <w:color w:val="1F497D"/>
          <w:u w:val="single"/>
        </w:rPr>
        <w:t>.</w:t>
      </w:r>
      <w:r>
        <w:rPr>
          <w:color w:val="1F497D"/>
          <w:u w:val="single"/>
          <w:lang w:val="en-US"/>
        </w:rPr>
        <w:t>ru</w:t>
      </w:r>
    </w:p>
    <w:sectPr w:rsidR="00E32E47" w:rsidSect="00AA1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4B76"/>
    <w:rsid w:val="00024B76"/>
    <w:rsid w:val="00043948"/>
    <w:rsid w:val="000A0763"/>
    <w:rsid w:val="00115030"/>
    <w:rsid w:val="001430A6"/>
    <w:rsid w:val="0015627D"/>
    <w:rsid w:val="001600C7"/>
    <w:rsid w:val="001619C9"/>
    <w:rsid w:val="00161E5A"/>
    <w:rsid w:val="00172F6E"/>
    <w:rsid w:val="00185FB9"/>
    <w:rsid w:val="001C64C2"/>
    <w:rsid w:val="00222D07"/>
    <w:rsid w:val="00243D9B"/>
    <w:rsid w:val="00273486"/>
    <w:rsid w:val="002808B6"/>
    <w:rsid w:val="0028725A"/>
    <w:rsid w:val="002A62ED"/>
    <w:rsid w:val="002D6FB7"/>
    <w:rsid w:val="003A62A3"/>
    <w:rsid w:val="0045421E"/>
    <w:rsid w:val="0046293F"/>
    <w:rsid w:val="00475A68"/>
    <w:rsid w:val="0048618F"/>
    <w:rsid w:val="004C5F9E"/>
    <w:rsid w:val="004D5105"/>
    <w:rsid w:val="004F6A06"/>
    <w:rsid w:val="005250BA"/>
    <w:rsid w:val="00554692"/>
    <w:rsid w:val="0059088D"/>
    <w:rsid w:val="005A3BC8"/>
    <w:rsid w:val="005B1D4A"/>
    <w:rsid w:val="005B3A42"/>
    <w:rsid w:val="00623FAD"/>
    <w:rsid w:val="0064396D"/>
    <w:rsid w:val="00650921"/>
    <w:rsid w:val="00665984"/>
    <w:rsid w:val="006C2B37"/>
    <w:rsid w:val="006D6218"/>
    <w:rsid w:val="0070773A"/>
    <w:rsid w:val="00711EA4"/>
    <w:rsid w:val="007C0E33"/>
    <w:rsid w:val="007C2255"/>
    <w:rsid w:val="007C23CB"/>
    <w:rsid w:val="007E4E1C"/>
    <w:rsid w:val="007F4507"/>
    <w:rsid w:val="00801006"/>
    <w:rsid w:val="00811B0A"/>
    <w:rsid w:val="00815EE2"/>
    <w:rsid w:val="008B2707"/>
    <w:rsid w:val="008F76A4"/>
    <w:rsid w:val="00930788"/>
    <w:rsid w:val="00946C02"/>
    <w:rsid w:val="00964CB9"/>
    <w:rsid w:val="00971DB2"/>
    <w:rsid w:val="009732E6"/>
    <w:rsid w:val="00982F89"/>
    <w:rsid w:val="0098496B"/>
    <w:rsid w:val="009B1C43"/>
    <w:rsid w:val="009B7F63"/>
    <w:rsid w:val="009D7F0C"/>
    <w:rsid w:val="009F21A3"/>
    <w:rsid w:val="00A22219"/>
    <w:rsid w:val="00A83821"/>
    <w:rsid w:val="00A92D3D"/>
    <w:rsid w:val="00AA1369"/>
    <w:rsid w:val="00AA18B6"/>
    <w:rsid w:val="00AA29D1"/>
    <w:rsid w:val="00AC0DA3"/>
    <w:rsid w:val="00B22DA9"/>
    <w:rsid w:val="00B25FDC"/>
    <w:rsid w:val="00B505D3"/>
    <w:rsid w:val="00B92FCC"/>
    <w:rsid w:val="00BB1DEC"/>
    <w:rsid w:val="00BF5B53"/>
    <w:rsid w:val="00C01B98"/>
    <w:rsid w:val="00CD39F1"/>
    <w:rsid w:val="00D21211"/>
    <w:rsid w:val="00D3353B"/>
    <w:rsid w:val="00D3452B"/>
    <w:rsid w:val="00D371C1"/>
    <w:rsid w:val="00DB1814"/>
    <w:rsid w:val="00DC01C6"/>
    <w:rsid w:val="00DC35CE"/>
    <w:rsid w:val="00DD577B"/>
    <w:rsid w:val="00DE40C4"/>
    <w:rsid w:val="00DF7BE6"/>
    <w:rsid w:val="00E32E47"/>
    <w:rsid w:val="00E57AFC"/>
    <w:rsid w:val="00E66A1E"/>
    <w:rsid w:val="00EB551C"/>
    <w:rsid w:val="00F36C27"/>
    <w:rsid w:val="00F7132E"/>
    <w:rsid w:val="00F9696A"/>
    <w:rsid w:val="00FA1BB6"/>
    <w:rsid w:val="00FE23B4"/>
    <w:rsid w:val="00FF4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D3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4861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486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71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132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5250BA"/>
  </w:style>
  <w:style w:type="character" w:styleId="FollowedHyperlink">
    <w:name w:val="FollowedHyperlink"/>
    <w:basedOn w:val="DefaultParagraphFont"/>
    <w:uiPriority w:val="99"/>
    <w:rsid w:val="007F4507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05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id413351694" TargetMode="External"/><Relationship Id="rId5" Type="http://schemas.openxmlformats.org/officeDocument/2006/relationships/hyperlink" Target="https://www.nalog.ru/rn77/service/tax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450</TotalTime>
  <Pages>1</Pages>
  <Words>317</Words>
  <Characters>1813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Ундерберг Анна Витальевна</dc:creator>
  <cp:keywords/>
  <dc:description/>
  <cp:lastModifiedBy>Orion</cp:lastModifiedBy>
  <cp:revision>101</cp:revision>
  <cp:lastPrinted>2019-01-25T07:28:00Z</cp:lastPrinted>
  <dcterms:created xsi:type="dcterms:W3CDTF">2019-01-24T10:06:00Z</dcterms:created>
  <dcterms:modified xsi:type="dcterms:W3CDTF">2019-01-28T09:04:00Z</dcterms:modified>
</cp:coreProperties>
</file>